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EF292903-CB43-42BD-9246-D82EB0F7607D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